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4870001D"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FC2D36" w:rsidRPr="00B76D71">
        <w:rPr>
          <w:rFonts w:ascii="Calibri" w:hAnsi="Calibri" w:cstheme="minorHAnsi"/>
          <w:noProof/>
          <w:sz w:val="20"/>
        </w:rPr>
        <w:t>4517</w:t>
      </w:r>
      <w:r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FC2D36" w:rsidRPr="00B76D71">
        <w:rPr>
          <w:rFonts w:ascii="Calibri" w:hAnsi="Calibri" w:cstheme="minorHAnsi"/>
          <w:noProof/>
          <w:sz w:val="20"/>
          <w:lang w:eastAsia="pl-PL"/>
        </w:rPr>
        <w:t>Wykonanie robót budowlanych w celu zasilenia obiektu w podziale na 2 zadania. Zad. 1: gm. Ożarów Mazowiecki, m. Święcice, ul. Kopytowska. Zad. 2: gm. Leoncin, m. Secymin Polski,</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3E8C578D" w14:textId="0612A0FF" w:rsidR="00734A03" w:rsidRPr="00CD2694" w:rsidRDefault="00734A03" w:rsidP="00734A03">
      <w:pPr>
        <w:rPr>
          <w:rFonts w:ascii="Calibri" w:hAnsi="Calibri" w:cs="Calibri"/>
          <w:sz w:val="22"/>
        </w:rPr>
      </w:pPr>
      <w:r w:rsidRPr="00CD2694">
        <w:rPr>
          <w:rFonts w:ascii="Calibri" w:hAnsi="Calibri" w:cs="Calibri"/>
          <w:sz w:val="22"/>
        </w:rPr>
        <w:t xml:space="preserve">Zadanie nr 1: </w:t>
      </w:r>
      <w:r w:rsidR="00F63700" w:rsidRPr="00F63700">
        <w:rPr>
          <w:rFonts w:ascii="Calibri" w:hAnsi="Calibri" w:cs="Calibri"/>
          <w:sz w:val="22"/>
        </w:rPr>
        <w:t xml:space="preserve">gm. Ożarów Mazowiecki m. Święcice, ul. </w:t>
      </w:r>
      <w:proofErr w:type="spellStart"/>
      <w:r w:rsidR="00F63700" w:rsidRPr="00F63700">
        <w:rPr>
          <w:rFonts w:ascii="Calibri" w:hAnsi="Calibri" w:cs="Calibri"/>
          <w:sz w:val="22"/>
        </w:rPr>
        <w:t>Kopytowska</w:t>
      </w:r>
      <w:proofErr w:type="spellEnd"/>
      <w:r w:rsidRPr="00CD2694">
        <w:rPr>
          <w:rFonts w:ascii="Calibri" w:hAnsi="Calibri" w:cs="Calibri"/>
          <w:sz w:val="22"/>
        </w:rPr>
        <w:t xml:space="preserve"> </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13A506AE" w14:textId="25534067" w:rsidR="00734A03" w:rsidRPr="00CD2694"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04BB375A" w14:textId="77777777" w:rsidR="00596CE6" w:rsidRDefault="00596CE6" w:rsidP="00734A03">
      <w:pPr>
        <w:rPr>
          <w:rFonts w:ascii="Calibri" w:hAnsi="Calibri" w:cs="Calibri"/>
          <w:sz w:val="22"/>
        </w:rPr>
      </w:pPr>
    </w:p>
    <w:p w14:paraId="3CFDF549" w14:textId="05E3B0D7" w:rsidR="00734A03" w:rsidRPr="00CD2694" w:rsidRDefault="00734A03" w:rsidP="00734A03">
      <w:pPr>
        <w:rPr>
          <w:rFonts w:ascii="Calibri" w:hAnsi="Calibri" w:cs="Calibri"/>
          <w:sz w:val="22"/>
        </w:rPr>
      </w:pPr>
      <w:r w:rsidRPr="00CD2694">
        <w:rPr>
          <w:rFonts w:ascii="Calibri" w:hAnsi="Calibri" w:cs="Calibri"/>
          <w:sz w:val="22"/>
        </w:rPr>
        <w:t xml:space="preserve">Zadanie nr 2: </w:t>
      </w:r>
      <w:r w:rsidR="00F63700" w:rsidRPr="00F63700">
        <w:rPr>
          <w:rFonts w:ascii="Calibri" w:hAnsi="Calibri" w:cs="Calibri"/>
          <w:sz w:val="22"/>
        </w:rPr>
        <w:t>gm. Leoncin, m. Secymin Polski</w:t>
      </w:r>
    </w:p>
    <w:p w14:paraId="75B7D492" w14:textId="7CF2C5E4" w:rsidR="00734A03" w:rsidRPr="00CD2694" w:rsidRDefault="00734A03" w:rsidP="00E33752">
      <w:pPr>
        <w:pStyle w:val="Akapitzlist"/>
        <w:spacing w:after="100" w:afterAutospacing="1" w:line="360" w:lineRule="auto"/>
        <w:ind w:left="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 ....................</w:t>
      </w:r>
      <w:r w:rsidR="00CD2694">
        <w:rPr>
          <w:rFonts w:ascii="Calibri" w:hAnsi="Calibri" w:cs="Calibri"/>
          <w:sz w:val="20"/>
        </w:rPr>
        <w:t>....................................................</w:t>
      </w:r>
      <w:r w:rsidRPr="00CD2694">
        <w:rPr>
          <w:rFonts w:ascii="Calibri" w:hAnsi="Calibri" w:cs="Calibri"/>
          <w:sz w:val="20"/>
        </w:rPr>
        <w:t>..................)</w:t>
      </w:r>
    </w:p>
    <w:p w14:paraId="2862EA30" w14:textId="77777777" w:rsidR="00734A03" w:rsidRPr="00CD2694" w:rsidRDefault="00734A03" w:rsidP="00734A03">
      <w:pPr>
        <w:pStyle w:val="Akapitzlist"/>
        <w:spacing w:before="100" w:beforeAutospacing="1" w:after="100" w:afterAutospacing="1" w:line="360" w:lineRule="auto"/>
        <w:ind w:left="426" w:hanging="426"/>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75BF04BB" w14:textId="7C891BE5" w:rsidR="00734A03" w:rsidRDefault="00734A03" w:rsidP="00734A03">
      <w:pPr>
        <w:pStyle w:val="Akapitzlist"/>
        <w:spacing w:before="100" w:beforeAutospacing="1" w:after="100" w:afterAutospacing="1"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 .......................</w:t>
      </w:r>
      <w:r w:rsidR="00CD2694">
        <w:rPr>
          <w:rFonts w:ascii="Calibri" w:hAnsi="Calibri" w:cs="Calibri"/>
          <w:sz w:val="20"/>
        </w:rPr>
        <w:t>...................................</w:t>
      </w:r>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FC2D36"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FC2D36"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1CCB33B6" w:rsidR="0023229D" w:rsidRPr="00813773"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813773">
        <w:rPr>
          <w:rFonts w:ascii="Calibri" w:hAnsi="Calibri" w:cstheme="minorHAnsi"/>
          <w:strike/>
          <w:sz w:val="20"/>
          <w:lang w:eastAsia="pl-PL"/>
        </w:rPr>
        <w:t>Wadium o wartości</w:t>
      </w:r>
      <w:proofErr w:type="gramStart"/>
      <w:r w:rsidRPr="00813773">
        <w:rPr>
          <w:rFonts w:ascii="Calibri" w:hAnsi="Calibri" w:cstheme="minorHAnsi"/>
          <w:strike/>
          <w:sz w:val="20"/>
          <w:lang w:eastAsia="pl-PL"/>
        </w:rPr>
        <w:t xml:space="preserve"> </w:t>
      </w:r>
      <w:r w:rsidR="00813773" w:rsidRPr="00813773">
        <w:rPr>
          <w:rFonts w:ascii="Calibri" w:hAnsi="Calibri" w:cstheme="minorHAnsi"/>
          <w:strike/>
          <w:sz w:val="20"/>
          <w:lang w:eastAsia="pl-PL"/>
        </w:rPr>
        <w:t>….</w:t>
      </w:r>
      <w:proofErr w:type="gramEnd"/>
      <w:r w:rsidR="00122EC1" w:rsidRPr="00813773">
        <w:rPr>
          <w:rFonts w:ascii="Calibri" w:hAnsi="Calibri" w:cstheme="minorHAnsi"/>
          <w:strike/>
          <w:sz w:val="20"/>
          <w:lang w:eastAsia="pl-PL"/>
        </w:rPr>
        <w:t>,</w:t>
      </w:r>
      <w:r w:rsidR="00813773" w:rsidRPr="00813773">
        <w:rPr>
          <w:rFonts w:ascii="Calibri" w:hAnsi="Calibri" w:cstheme="minorHAnsi"/>
          <w:strike/>
          <w:sz w:val="20"/>
          <w:lang w:eastAsia="pl-PL"/>
        </w:rPr>
        <w:t>….</w:t>
      </w:r>
      <w:r w:rsidRPr="00813773">
        <w:rPr>
          <w:rFonts w:ascii="Calibri" w:hAnsi="Calibri" w:cstheme="minorHAnsi"/>
          <w:strike/>
          <w:sz w:val="20"/>
          <w:lang w:eastAsia="pl-PL"/>
        </w:rPr>
        <w:t xml:space="preserve"> zł</w:t>
      </w:r>
      <w:r w:rsidR="00122EC1" w:rsidRPr="00813773">
        <w:rPr>
          <w:rFonts w:ascii="Calibri" w:hAnsi="Calibri" w:cstheme="minorHAnsi"/>
          <w:strike/>
          <w:sz w:val="20"/>
          <w:lang w:eastAsia="pl-PL"/>
        </w:rPr>
        <w:t xml:space="preserve"> </w:t>
      </w:r>
      <w:r w:rsidR="00122EC1" w:rsidRPr="00813773">
        <w:rPr>
          <w:rFonts w:ascii="Calibri" w:hAnsi="Calibri" w:cstheme="minorHAnsi"/>
          <w:strike/>
          <w:sz w:val="20"/>
          <w:u w:val="single"/>
          <w:lang w:eastAsia="pl-PL"/>
        </w:rPr>
        <w:t xml:space="preserve">dla </w:t>
      </w:r>
      <w:r w:rsidR="00813773" w:rsidRPr="00813773">
        <w:rPr>
          <w:rFonts w:ascii="Calibri" w:hAnsi="Calibri" w:cstheme="minorHAnsi"/>
          <w:strike/>
          <w:sz w:val="20"/>
          <w:u w:val="single"/>
          <w:lang w:eastAsia="pl-PL"/>
        </w:rPr>
        <w:t>……….</w:t>
      </w:r>
      <w:r w:rsidR="00122EC1" w:rsidRPr="00813773">
        <w:rPr>
          <w:rFonts w:ascii="Calibri" w:hAnsi="Calibri" w:cstheme="minorHAnsi"/>
          <w:strike/>
          <w:sz w:val="20"/>
          <w:lang w:eastAsia="pl-PL"/>
        </w:rPr>
        <w:t xml:space="preserve"> </w:t>
      </w:r>
      <w:r w:rsidRPr="00813773">
        <w:rPr>
          <w:rFonts w:ascii="Calibri" w:hAnsi="Calibri" w:cstheme="minorHAnsi"/>
          <w:strike/>
          <w:sz w:val="20"/>
          <w:lang w:eastAsia="pl-PL"/>
        </w:rPr>
        <w:t>zostało wniesione w formie</w:t>
      </w:r>
      <w:r w:rsidR="00122EC1" w:rsidRPr="00813773">
        <w:rPr>
          <w:rFonts w:ascii="Calibri" w:hAnsi="Calibri" w:cstheme="minorHAnsi"/>
          <w:strike/>
          <w:sz w:val="20"/>
          <w:lang w:eastAsia="pl-PL"/>
        </w:rPr>
        <w:t xml:space="preserve"> </w:t>
      </w:r>
      <w:r w:rsidRPr="00813773">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FC2D36"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FC2D36"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7E8E5882"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60760FBC"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FC2D36" w:rsidRPr="00B76D71">
        <w:rPr>
          <w:rFonts w:ascii="Calibri" w:hAnsi="Calibri" w:cstheme="minorHAnsi"/>
          <w:noProof/>
          <w:sz w:val="20"/>
        </w:rPr>
        <w:t>Wykonanie robót budowlanych w celu zasilenia obiektu w podziale na 2 zadania. Zad. 1: gm. Ożarów Mazowiecki, m. Święcice, ul. Kopytowska. Zad. 2: gm. Leoncin, m. Secymin Polski,</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FC2D36" w:rsidRPr="00B76D71">
        <w:rPr>
          <w:rFonts w:ascii="Calibri" w:hAnsi="Calibri" w:cstheme="minorHAnsi"/>
          <w:noProof/>
          <w:sz w:val="20"/>
        </w:rPr>
        <w:t>4517</w:t>
      </w:r>
      <w:r w:rsidR="00B7142F" w:rsidRPr="00A979E6">
        <w:rPr>
          <w:rFonts w:ascii="Calibri" w:hAnsi="Calibri" w:cstheme="minorHAnsi"/>
          <w:sz w:val="20"/>
        </w:rPr>
        <w:fldChar w:fldCharType="end"/>
      </w:r>
      <w:r w:rsidR="00B7142F">
        <w:rPr>
          <w:rFonts w:ascii="Calibri" w:hAnsi="Calibri" w:cstheme="minorHAnsi"/>
          <w:sz w:val="20"/>
        </w:rPr>
        <w:t>/2025</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21EC68CA"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FC2D36" w:rsidRPr="00B76D71">
        <w:rPr>
          <w:rFonts w:ascii="Calibri" w:hAnsi="Calibri" w:cstheme="minorHAnsi"/>
          <w:noProof/>
          <w:sz w:val="20"/>
          <w:lang w:eastAsia="pl-PL"/>
        </w:rPr>
        <w:t>Wykonanie robót budowlanych w celu zasilenia obiektu w podziale na 2 zadania. Zad. 1: gm. Ożarów Mazowiecki, m. Święcice, ul. Kopytowska. Zad. 2: gm. Leoncin, m. Secymin Polski,</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1D108E43"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FC2D36" w:rsidRPr="00B76D71">
        <w:rPr>
          <w:rFonts w:ascii="Calibri" w:hAnsi="Calibri" w:cstheme="minorHAnsi"/>
          <w:noProof/>
          <w:sz w:val="20"/>
          <w:lang w:eastAsia="pl-PL"/>
        </w:rPr>
        <w:t>Wykonanie robót budowlanych w celu zasilenia obiektu w podziale na 2 zadania. Zad. 1: gm. Ożarów Mazowiecki, m. Święcice, ul. Kopytowska. Zad. 2: gm. Leoncin, m. Secymin Polski,</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0AEC03F2"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FC2D36" w:rsidRPr="00B76D71">
        <w:rPr>
          <w:rFonts w:ascii="Calibri" w:hAnsi="Calibri" w:cstheme="minorHAnsi"/>
          <w:noProof/>
          <w:sz w:val="20"/>
          <w:lang w:eastAsia="pl-PL"/>
        </w:rPr>
        <w:t>Wykonanie robót budowlanych w celu zasilenia obiektu w podziale na 2 zadania. Zad. 1: gm. Ożarów Mazowiecki, m. Święcice, ul. Kopytowska. Zad. 2: gm. Leoncin, m. Secymin Polski,</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30E42A12"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FC2D36" w:rsidRPr="00B76D71">
        <w:rPr>
          <w:rFonts w:ascii="Calibri" w:eastAsia="Calibri" w:hAnsi="Calibri" w:cstheme="minorHAnsi"/>
          <w:noProof/>
          <w:sz w:val="20"/>
          <w:lang w:eastAsia="pl-PL"/>
        </w:rPr>
        <w:t>Wykonanie robót budowlanych w celu zasilenia obiektu w podziale na 2 zadania. Zad. 1: gm. Ożarów Mazowiecki, m. Święcice, ul. Kopytowska. Zad. 2: gm. Leoncin, m. Secymin Polski,</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0B16644A"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FC2D36" w:rsidRPr="00B76D71">
        <w:rPr>
          <w:rFonts w:ascii="Calibri" w:eastAsia="Calibri" w:hAnsi="Calibri" w:cstheme="minorHAnsi"/>
          <w:noProof/>
          <w:sz w:val="20"/>
          <w:lang w:eastAsia="pl-PL"/>
        </w:rPr>
        <w:t>Wykonanie robót budowlanych w celu zasilenia obiektu w podziale na 2 zadania. Zad. 1: gm. Ożarów Mazowiecki, m. Święcice, ul. Kopytowska. Zad. 2: gm. Leoncin, m. Secymin Polski,</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61D2F89F"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FC2D36" w:rsidRPr="00B76D71">
        <w:rPr>
          <w:rFonts w:ascii="Calibri" w:hAnsi="Calibri" w:cstheme="minorHAnsi"/>
          <w:noProof/>
          <w:sz w:val="20"/>
        </w:rPr>
        <w:t>4517</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FC2D36" w:rsidRPr="00B76D71">
        <w:rPr>
          <w:rFonts w:ascii="Calibri" w:hAnsi="Calibri" w:cstheme="minorHAnsi"/>
          <w:noProof/>
          <w:sz w:val="20"/>
        </w:rPr>
        <w:t>Wykonanie robót budowlanych w celu zasilenia obiektu w podziale na 2 zadania. Zad. 1: gm. Ożarów Mazowiecki, m. Święcice, ul. Kopytowska. Zad. 2: gm. Leoncin, m. Secymin Polski,</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1126701842"/>
  </wne:recipientData>
  <wne:recipientData>
    <wne:active wne:val="1"/>
    <wne:hash wne:val="80605956"/>
  </wne:recipientData>
  <wne:recipientData>
    <wne:active wne:val="1"/>
    <wne:hash wne:val="-332298849"/>
  </wne:recipientData>
  <wne:recipientData>
    <wne:active wne:val="1"/>
    <wne:hash wne:val="1856672249"/>
  </wne:recipientData>
  <wne:recipientData>
    <wne:active wne:val="1"/>
    <wne:hash wne:val="2007565563"/>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935895867"/>
  </wne:recipientData>
  <wne:recipientData>
    <wne:active wne:val="1"/>
    <wne:hash wne:val="441307317"/>
  </wne:recipientData>
  <wne:recipientData>
    <wne:active wne:val="1"/>
    <wne:hash wne:val="-1086951631"/>
  </wne:recipientData>
  <wne:recipientData>
    <wne:active wne:val="1"/>
    <wne:hash wne:val="-1862896088"/>
  </wne:recipientData>
  <wne:recipientData>
    <wne:active wne:val="1"/>
    <wne:hash wne:val="369186027"/>
  </wne:recipientData>
  <wne:recipientData>
    <wne:active wne:val="1"/>
    <wne:hash wne:val="540214866"/>
  </wne:recipientData>
  <wne:recipientData>
    <wne:active wne:val="1"/>
    <wne:hash wne:val="-734926532"/>
  </wne:recipientData>
  <wne:recipientData>
    <wne:active wne:val="1"/>
    <wne:hash wne:val="-627842586"/>
  </wne:recipientData>
  <wne:recipientData>
    <wne:active wne:val="1"/>
    <wne:hash wne:val="424485070"/>
  </wne:recipientData>
  <wne:recipientData>
    <wne:active wne:val="1"/>
    <wne:hash wne:val="309211793"/>
  </wne:recipientData>
  <wne:recipientData>
    <wne:active wne:val="1"/>
    <wne:hash wne:val="-1289223869"/>
  </wne:recipientData>
  <wne:recipientData>
    <wne:active wne:val="1"/>
    <wne:hash wne:val="1870962217"/>
  </wne:recipientData>
  <wne:recipientData>
    <wne:active wne:val="1"/>
    <wne:hash wne:val="1718440198"/>
  </wne:recipientData>
  <wne:recipientData>
    <wne:active wne:val="1"/>
    <wne:hash wne:val="-1789405762"/>
  </wne:recipientData>
  <wne:recipientData>
    <wne:active wne:val="1"/>
    <wne:hash wne:val="1206699858"/>
  </wne:recipientData>
  <wne:recipientData>
    <wne:active wne:val="1"/>
    <wne:hash wne:val="787034474"/>
  </wne:recipientData>
  <wne:recipientData>
    <wne:active wne:val="1"/>
    <wne:hash wne:val="-852887406"/>
  </wne:recipientData>
  <wne:recipientData>
    <wne:active wne:val="1"/>
    <wne:hash wne:val="483268149"/>
  </wne:recipientData>
  <wne:recipientData>
    <wne:active wne:val="1"/>
    <wne:hash wne:val="-2127570642"/>
  </wne:recipientData>
  <wne:recipientData>
    <wne:active wne:val="1"/>
    <wne:hash wne:val="-1024728680"/>
  </wne:recipientData>
  <wne:recipientData>
    <wne:active wne:val="1"/>
    <wne:hash wne:val="-190756286"/>
  </wne:recipientData>
  <wne:recipientData>
    <wne:active wne:val="1"/>
    <wne:hash wne:val="-61853077"/>
  </wne:recipientData>
  <wne:recipientData>
    <wne:active wne:val="1"/>
    <wne:hash wne:val="-610856149"/>
  </wne:recipientData>
  <wne:recipientData>
    <wne:active wne:val="1"/>
    <wne:hash wne:val="-1922030368"/>
  </wne:recipientData>
  <wne:recipientData>
    <wne:active wne:val="1"/>
    <wne:hash wne:val="1463899598"/>
  </wne:recipientData>
  <wne:recipientData>
    <wne:active wne:val="1"/>
    <wne:hash wne:val="574209263"/>
  </wne:recipientData>
  <wne:recipientData>
    <wne:active wne:val="1"/>
    <wne:hash wne:val="499234165"/>
  </wne:recipientData>
  <wne:recipientData>
    <wne:active wne:val="1"/>
    <wne:hash wne:val="-240327611"/>
  </wne:recipientData>
  <wne:recipientData>
    <wne:active wne:val="1"/>
    <wne:hash wne:val="575922993"/>
  </wne:recipientData>
  <wne:recipientData>
    <wne:active wne:val="1"/>
    <wne:hash wne:val="1109412401"/>
  </wne:recipientData>
  <wne:recipientData>
    <wne:active wne:val="1"/>
    <wne:hash wne:val="-1946111778"/>
  </wne:recipientData>
  <wne:recipientData>
    <wne:active wne:val="1"/>
    <wne:hash wne:val="-1937634683"/>
  </wne:recipientData>
  <wne:recipientData>
    <wne:active wne:val="1"/>
    <wne:hash wne:val="-911215603"/>
  </wne:recipientData>
  <wne:recipientData>
    <wne:active wne:val="1"/>
    <wne:hash wne:val="-1286265397"/>
  </wne:recipientData>
  <wne:recipientData>
    <wne:active wne:val="1"/>
    <wne:hash wne:val="-1026795993"/>
  </wne:recipientData>
  <wne:recipientData>
    <wne:active wne:val="1"/>
    <wne:hash wne:val="2104224747"/>
  </wne:recipientData>
  <wne:recipientData>
    <wne:active wne:val="1"/>
    <wne:hash wne:val="-2120502180"/>
  </wne:recipientData>
  <wne:recipientData>
    <wne:active wne:val="1"/>
    <wne:hash wne:val="1538339933"/>
  </wne:recipientData>
  <wne:recipientData>
    <wne:active wne:val="1"/>
    <wne:hash wne:val="-1727177913"/>
  </wne:recipientData>
  <wne:recipientData>
    <wne:active wne:val="1"/>
    <wne:hash wne:val="54553832"/>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8"/>
    <w:odso>
      <w:udl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3B5C"/>
    <w:rsid w:val="00005A3F"/>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B0DBD"/>
    <w:rsid w:val="000C47A9"/>
    <w:rsid w:val="000C679C"/>
    <w:rsid w:val="000D42BE"/>
    <w:rsid w:val="000D5886"/>
    <w:rsid w:val="000E1564"/>
    <w:rsid w:val="000F7B58"/>
    <w:rsid w:val="00101BCF"/>
    <w:rsid w:val="0010245D"/>
    <w:rsid w:val="001049CF"/>
    <w:rsid w:val="001112C2"/>
    <w:rsid w:val="00122EC1"/>
    <w:rsid w:val="00124536"/>
    <w:rsid w:val="00125A7F"/>
    <w:rsid w:val="00126CEA"/>
    <w:rsid w:val="00131830"/>
    <w:rsid w:val="001318C9"/>
    <w:rsid w:val="00132B64"/>
    <w:rsid w:val="00136B64"/>
    <w:rsid w:val="0014036E"/>
    <w:rsid w:val="001444D0"/>
    <w:rsid w:val="00145125"/>
    <w:rsid w:val="0014785F"/>
    <w:rsid w:val="001562C9"/>
    <w:rsid w:val="0016187C"/>
    <w:rsid w:val="00163025"/>
    <w:rsid w:val="00167B53"/>
    <w:rsid w:val="00167F51"/>
    <w:rsid w:val="00172B93"/>
    <w:rsid w:val="00175E99"/>
    <w:rsid w:val="00175F4C"/>
    <w:rsid w:val="001764EE"/>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424A"/>
    <w:rsid w:val="00257F22"/>
    <w:rsid w:val="00264A06"/>
    <w:rsid w:val="00265B9D"/>
    <w:rsid w:val="00270752"/>
    <w:rsid w:val="002743D5"/>
    <w:rsid w:val="002748E1"/>
    <w:rsid w:val="002768AC"/>
    <w:rsid w:val="002A3129"/>
    <w:rsid w:val="002A48F7"/>
    <w:rsid w:val="002A79C6"/>
    <w:rsid w:val="002B51FD"/>
    <w:rsid w:val="002B5C62"/>
    <w:rsid w:val="002C470F"/>
    <w:rsid w:val="002D3B2A"/>
    <w:rsid w:val="002D4CAD"/>
    <w:rsid w:val="002F10CA"/>
    <w:rsid w:val="002F347B"/>
    <w:rsid w:val="00303183"/>
    <w:rsid w:val="00303C67"/>
    <w:rsid w:val="00304DC0"/>
    <w:rsid w:val="00310CB3"/>
    <w:rsid w:val="00324FE3"/>
    <w:rsid w:val="00347E8D"/>
    <w:rsid w:val="003545BC"/>
    <w:rsid w:val="00360E2A"/>
    <w:rsid w:val="00361320"/>
    <w:rsid w:val="003625C3"/>
    <w:rsid w:val="00362C4E"/>
    <w:rsid w:val="003654E7"/>
    <w:rsid w:val="00366FFB"/>
    <w:rsid w:val="00371A75"/>
    <w:rsid w:val="00375780"/>
    <w:rsid w:val="00375886"/>
    <w:rsid w:val="00376298"/>
    <w:rsid w:val="00387A0D"/>
    <w:rsid w:val="003903C2"/>
    <w:rsid w:val="00395F60"/>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7721"/>
    <w:rsid w:val="004925D9"/>
    <w:rsid w:val="00492AEE"/>
    <w:rsid w:val="00496273"/>
    <w:rsid w:val="004A723C"/>
    <w:rsid w:val="004B29F9"/>
    <w:rsid w:val="004C2303"/>
    <w:rsid w:val="004D154B"/>
    <w:rsid w:val="004D2B1C"/>
    <w:rsid w:val="004D63D5"/>
    <w:rsid w:val="004E1AB0"/>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63FF"/>
    <w:rsid w:val="00562E63"/>
    <w:rsid w:val="0057208B"/>
    <w:rsid w:val="00574D7E"/>
    <w:rsid w:val="00582CE9"/>
    <w:rsid w:val="0058794A"/>
    <w:rsid w:val="0059192E"/>
    <w:rsid w:val="005932BA"/>
    <w:rsid w:val="00596CE6"/>
    <w:rsid w:val="005A14D5"/>
    <w:rsid w:val="005A354D"/>
    <w:rsid w:val="005B24A8"/>
    <w:rsid w:val="005B2B6D"/>
    <w:rsid w:val="005B3F04"/>
    <w:rsid w:val="005B4694"/>
    <w:rsid w:val="005B6DC6"/>
    <w:rsid w:val="005C0A57"/>
    <w:rsid w:val="005C5A21"/>
    <w:rsid w:val="005C6812"/>
    <w:rsid w:val="005D118B"/>
    <w:rsid w:val="005D2D85"/>
    <w:rsid w:val="005D4762"/>
    <w:rsid w:val="005D74EB"/>
    <w:rsid w:val="005E4AA3"/>
    <w:rsid w:val="005E79E5"/>
    <w:rsid w:val="00604754"/>
    <w:rsid w:val="006202D8"/>
    <w:rsid w:val="00623B01"/>
    <w:rsid w:val="006250AC"/>
    <w:rsid w:val="00625BB0"/>
    <w:rsid w:val="006261BB"/>
    <w:rsid w:val="006341E5"/>
    <w:rsid w:val="0065322E"/>
    <w:rsid w:val="00655DA8"/>
    <w:rsid w:val="0065685A"/>
    <w:rsid w:val="00660237"/>
    <w:rsid w:val="00670CE4"/>
    <w:rsid w:val="0067116D"/>
    <w:rsid w:val="0067399C"/>
    <w:rsid w:val="0067572D"/>
    <w:rsid w:val="006775EE"/>
    <w:rsid w:val="00680F7C"/>
    <w:rsid w:val="00682B53"/>
    <w:rsid w:val="00696995"/>
    <w:rsid w:val="006A0331"/>
    <w:rsid w:val="006A4275"/>
    <w:rsid w:val="006B2C26"/>
    <w:rsid w:val="006B42AD"/>
    <w:rsid w:val="006B508B"/>
    <w:rsid w:val="006B6D88"/>
    <w:rsid w:val="006C14A5"/>
    <w:rsid w:val="006C4791"/>
    <w:rsid w:val="006C4B70"/>
    <w:rsid w:val="006C6089"/>
    <w:rsid w:val="006D16F1"/>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43BE"/>
    <w:rsid w:val="007343C5"/>
    <w:rsid w:val="00734A03"/>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707CC"/>
    <w:rsid w:val="00876BD0"/>
    <w:rsid w:val="00883E60"/>
    <w:rsid w:val="00884D47"/>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478"/>
    <w:rsid w:val="009E2CB5"/>
    <w:rsid w:val="009E5B5E"/>
    <w:rsid w:val="009F0A72"/>
    <w:rsid w:val="009F2110"/>
    <w:rsid w:val="00A02C84"/>
    <w:rsid w:val="00A148D6"/>
    <w:rsid w:val="00A17AEC"/>
    <w:rsid w:val="00A27930"/>
    <w:rsid w:val="00A303E8"/>
    <w:rsid w:val="00A33672"/>
    <w:rsid w:val="00A370AB"/>
    <w:rsid w:val="00A43299"/>
    <w:rsid w:val="00A4461A"/>
    <w:rsid w:val="00A57E04"/>
    <w:rsid w:val="00A6049B"/>
    <w:rsid w:val="00A730B9"/>
    <w:rsid w:val="00A7626A"/>
    <w:rsid w:val="00A809BD"/>
    <w:rsid w:val="00A81CFB"/>
    <w:rsid w:val="00A85D6F"/>
    <w:rsid w:val="00A874C4"/>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6EF5"/>
    <w:rsid w:val="00BA0AAA"/>
    <w:rsid w:val="00BA0FF4"/>
    <w:rsid w:val="00BA5673"/>
    <w:rsid w:val="00BA785C"/>
    <w:rsid w:val="00BB0255"/>
    <w:rsid w:val="00BB180C"/>
    <w:rsid w:val="00BC3599"/>
    <w:rsid w:val="00BD1D08"/>
    <w:rsid w:val="00BD7AC3"/>
    <w:rsid w:val="00BE0AE4"/>
    <w:rsid w:val="00BE38BB"/>
    <w:rsid w:val="00C003C6"/>
    <w:rsid w:val="00C0356B"/>
    <w:rsid w:val="00C10B09"/>
    <w:rsid w:val="00C12714"/>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4A07"/>
    <w:rsid w:val="00C6569B"/>
    <w:rsid w:val="00C66B9A"/>
    <w:rsid w:val="00C677F9"/>
    <w:rsid w:val="00C707D1"/>
    <w:rsid w:val="00C737A1"/>
    <w:rsid w:val="00C77BCF"/>
    <w:rsid w:val="00C874E6"/>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57D3"/>
    <w:rsid w:val="00DE1789"/>
    <w:rsid w:val="00DE2A42"/>
    <w:rsid w:val="00DE3208"/>
    <w:rsid w:val="00DE5745"/>
    <w:rsid w:val="00DF2ED5"/>
    <w:rsid w:val="00DF325A"/>
    <w:rsid w:val="00E03E30"/>
    <w:rsid w:val="00E119D8"/>
    <w:rsid w:val="00E12BFB"/>
    <w:rsid w:val="00E12C1C"/>
    <w:rsid w:val="00E12F47"/>
    <w:rsid w:val="00E1490C"/>
    <w:rsid w:val="00E16545"/>
    <w:rsid w:val="00E2123D"/>
    <w:rsid w:val="00E30B4B"/>
    <w:rsid w:val="00E33752"/>
    <w:rsid w:val="00E33932"/>
    <w:rsid w:val="00E413AB"/>
    <w:rsid w:val="00E41451"/>
    <w:rsid w:val="00E42EEC"/>
    <w:rsid w:val="00E45F98"/>
    <w:rsid w:val="00E56B47"/>
    <w:rsid w:val="00E66F4B"/>
    <w:rsid w:val="00E706C2"/>
    <w:rsid w:val="00E72CD1"/>
    <w:rsid w:val="00E8041E"/>
    <w:rsid w:val="00E92F67"/>
    <w:rsid w:val="00E95B91"/>
    <w:rsid w:val="00EA6557"/>
    <w:rsid w:val="00EA6B97"/>
    <w:rsid w:val="00EA7DEB"/>
    <w:rsid w:val="00EB216E"/>
    <w:rsid w:val="00EC07C0"/>
    <w:rsid w:val="00EC22FA"/>
    <w:rsid w:val="00EC30C5"/>
    <w:rsid w:val="00EC3D2A"/>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1CAF"/>
    <w:rsid w:val="00F61FCC"/>
    <w:rsid w:val="00F63700"/>
    <w:rsid w:val="00F64789"/>
    <w:rsid w:val="00F65859"/>
    <w:rsid w:val="00F664AA"/>
    <w:rsid w:val="00F71902"/>
    <w:rsid w:val="00F720DD"/>
    <w:rsid w:val="00F724BA"/>
    <w:rsid w:val="00F751D8"/>
    <w:rsid w:val="00F835B4"/>
    <w:rsid w:val="00F90B96"/>
    <w:rsid w:val="00F91078"/>
    <w:rsid w:val="00FA0F6A"/>
    <w:rsid w:val="00FA2A42"/>
    <w:rsid w:val="00FB03C6"/>
    <w:rsid w:val="00FB0646"/>
    <w:rsid w:val="00FB61C7"/>
    <w:rsid w:val="00FC2D36"/>
    <w:rsid w:val="00FC7BB0"/>
    <w:rsid w:val="00FD22AB"/>
    <w:rsid w:val="00FD2808"/>
    <w:rsid w:val="00FD3338"/>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5_BAZA\Baza%20danych_2025.accdb" TargetMode="External"/><Relationship Id="rId2" Type="http://schemas.openxmlformats.org/officeDocument/2006/relationships/mailMergeSource" Target="file:///C:\Users\11909827\Desktop\post&#281;powania_25_BAZA\Baza%20danych_2025.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46414"/>
    <w:rsid w:val="00057A33"/>
    <w:rsid w:val="0007305D"/>
    <w:rsid w:val="00093750"/>
    <w:rsid w:val="00187AD8"/>
    <w:rsid w:val="001B0030"/>
    <w:rsid w:val="0025424A"/>
    <w:rsid w:val="00342F62"/>
    <w:rsid w:val="003D0EC0"/>
    <w:rsid w:val="007A3CEC"/>
    <w:rsid w:val="007C3373"/>
    <w:rsid w:val="008123E8"/>
    <w:rsid w:val="008B6648"/>
    <w:rsid w:val="009A2908"/>
    <w:rsid w:val="00B76BEB"/>
    <w:rsid w:val="00DD57D3"/>
    <w:rsid w:val="00E119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POST/DYS/OW/GZ/04517/2025                         </dmsv2SWPP2ObjectNumber>
    <dmsv2SWPP2SumMD5 xmlns="http://schemas.microsoft.com/sharepoint/v3">a27b2ebadcc041d11cc9f567733bae7b</dmsv2SWPP2SumMD5>
    <dmsv2BaseMoved xmlns="http://schemas.microsoft.com/sharepoint/v3">false</dmsv2BaseMoved>
    <dmsv2BaseIsSensitive xmlns="http://schemas.microsoft.com/sharepoint/v3">true</dmsv2BaseIsSensitive>
    <dmsv2SWPP2IDSWPP2 xmlns="http://schemas.microsoft.com/sharepoint/v3">701708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23993163</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00000001000700050000000b00000003</dmsv2SWPP2ObjectDepartment>
    <dmsv2SWPP2ObjectName xmlns="http://schemas.microsoft.com/sharepoint/v3">Postępowanie</dmsv2SWPP2ObjectName>
    <_dlc_DocId xmlns="a19cb1c7-c5c7-46d4-85ae-d83685407bba">JEUP5JKVCYQC-1133723987-13612</_dlc_DocId>
    <_dlc_DocIdUrl xmlns="a19cb1c7-c5c7-46d4-85ae-d83685407bba">
      <Url>https://swpp2.dms.gkpge.pl/sites/41/_layouts/15/DocIdRedir.aspx?ID=JEUP5JKVCYQC-1133723987-13612</Url>
      <Description>JEUP5JKVCYQC-1133723987-13612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ab6a7fc3-c441-41c3-bbfc-a960266391e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16BC38C-B18B-432F-AAA8-BAE778EB4914}"/>
</file>

<file path=customXml/itemProps5.xml><?xml version="1.0" encoding="utf-8"?>
<ds:datastoreItem xmlns:ds="http://schemas.openxmlformats.org/officeDocument/2006/customXml" ds:itemID="{A4F2A876-FE03-455A-B32C-A3EFA3EA676B}"/>
</file>

<file path=docProps/app.xml><?xml version="1.0" encoding="utf-8"?>
<Properties xmlns="http://schemas.openxmlformats.org/officeDocument/2006/extended-properties" xmlns:vt="http://schemas.openxmlformats.org/officeDocument/2006/docPropsVTypes">
  <Template>PGE word swz test</Template>
  <TotalTime>1</TotalTime>
  <Pages>12</Pages>
  <Words>3929</Words>
  <Characters>23575</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2025-12-15T13:56:00Z</cp:lastPrinted>
  <dcterms:created xsi:type="dcterms:W3CDTF">2025-12-15T13:58:00Z</dcterms:created>
  <dcterms:modified xsi:type="dcterms:W3CDTF">2025-12-15T13:58:00Z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b00b5b48-fc70-4ccc-a690-7b1a44827d1d</vt:lpwstr>
  </property>
</Properties>
</file>